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7D724AA" w:rsidR="00421E32" w:rsidRPr="00014002" w:rsidRDefault="005F009C" w:rsidP="000F282C">
      <w:pPr>
        <w:pStyle w:val="Heading1"/>
        <w:spacing w:before="3000"/>
      </w:pPr>
      <w:bookmarkStart w:id="0" w:name="_Toc374271003"/>
      <w:r w:rsidRPr="00014002">
        <w:t xml:space="preserve">REQUEST FOR </w:t>
      </w:r>
      <w:r w:rsidR="003F630F" w:rsidRPr="00014002">
        <w:t>PROPOSAL</w:t>
      </w:r>
      <w:r w:rsidR="00644ED3" w:rsidRPr="00014002">
        <w:br/>
        <w:t>EVALUATION CRITERIA AND METHOD</w:t>
      </w:r>
      <w:bookmarkEnd w:id="0"/>
      <w:r w:rsidR="00014002">
        <w:br/>
        <w:t>SPECIFIED GOODS</w:t>
      </w:r>
    </w:p>
    <w:p w14:paraId="412360ED" w14:textId="3BDBA752"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r w:rsidR="00993409" w:rsidRPr="00014002">
        <w:rPr>
          <w:rFonts w:asciiTheme="minorHAnsi" w:hAnsiTheme="minorHAnsi" w:cstheme="minorHAnsi"/>
          <w:sz w:val="24"/>
          <w:szCs w:val="24"/>
        </w:rPr>
        <w:tab/>
      </w:r>
      <w:bookmarkEnd w:id="1"/>
      <w:bookmarkEnd w:id="2"/>
      <w:bookmarkEnd w:id="3"/>
      <w:r w:rsidR="00FD3A50">
        <w:rPr>
          <w:rStyle w:val="Strong"/>
          <w:rFonts w:asciiTheme="minorHAnsi" w:hAnsiTheme="minorHAnsi" w:cstheme="minorHAnsi"/>
          <w:b/>
          <w:bCs w:val="0"/>
          <w:sz w:val="24"/>
          <w:szCs w:val="24"/>
        </w:rPr>
        <w:t>16-G029-23</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Technical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31DDC1DC" w14:textId="77777777"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014002" w14:paraId="63269C81" w14:textId="77777777" w:rsidTr="006E17EC">
        <w:trPr>
          <w:cantSplit/>
          <w:tblHeader/>
        </w:trPr>
        <w:tc>
          <w:tcPr>
            <w:tcW w:w="2430" w:type="dxa"/>
            <w:shd w:val="clear" w:color="auto" w:fill="auto"/>
            <w:vAlign w:val="center"/>
          </w:tcPr>
          <w:p w14:paraId="0926894E" w14:textId="29433CF9" w:rsidR="006E17EC" w:rsidRPr="00014002" w:rsidRDefault="006E17EC" w:rsidP="006E17EC">
            <w:pPr>
              <w:pStyle w:val="TableContents"/>
              <w:jc w:val="center"/>
              <w:rPr>
                <w:rFonts w:cs="Calibri"/>
                <w:b/>
              </w:rPr>
            </w:pPr>
            <w:r w:rsidRPr="00014002">
              <w:rPr>
                <w:rFonts w:cs="Calibri"/>
                <w:b/>
              </w:rPr>
              <w:t>Major Criteria</w:t>
            </w:r>
          </w:p>
        </w:tc>
        <w:tc>
          <w:tcPr>
            <w:tcW w:w="5367" w:type="dxa"/>
            <w:shd w:val="clear" w:color="auto" w:fill="auto"/>
            <w:vAlign w:val="center"/>
          </w:tcPr>
          <w:p w14:paraId="266E364D" w14:textId="77777777" w:rsidR="006E17EC" w:rsidRPr="00014002" w:rsidRDefault="006E17EC" w:rsidP="006E17EC">
            <w:pPr>
              <w:pStyle w:val="TableContents"/>
              <w:jc w:val="center"/>
              <w:rPr>
                <w:rFonts w:cs="Calibri"/>
                <w:b/>
              </w:rPr>
            </w:pPr>
            <w:r w:rsidRPr="00014002">
              <w:rPr>
                <w:rFonts w:cs="Calibri"/>
                <w:b/>
              </w:rPr>
              <w:t>Details &amp; Sub-Criteria</w:t>
            </w:r>
          </w:p>
        </w:tc>
        <w:tc>
          <w:tcPr>
            <w:tcW w:w="1360" w:type="dxa"/>
            <w:shd w:val="clear" w:color="auto" w:fill="auto"/>
            <w:vAlign w:val="center"/>
          </w:tcPr>
          <w:p w14:paraId="6D25EDF4" w14:textId="77777777" w:rsidR="006E17EC" w:rsidRPr="00014002" w:rsidRDefault="006E17EC" w:rsidP="006E17EC">
            <w:pPr>
              <w:pStyle w:val="TableContents"/>
              <w:jc w:val="center"/>
              <w:rPr>
                <w:rFonts w:cs="Calibri"/>
                <w:b/>
              </w:rPr>
            </w:pPr>
            <w:r w:rsidRPr="00014002">
              <w:rPr>
                <w:rFonts w:cs="Calibri"/>
                <w:b/>
              </w:rPr>
              <w:t>Possible Score</w:t>
            </w:r>
          </w:p>
        </w:tc>
      </w:tr>
      <w:tr w:rsidR="00FD3A50" w:rsidRPr="00014002" w14:paraId="053B03DF" w14:textId="77777777" w:rsidTr="006E17EC">
        <w:trPr>
          <w:cantSplit/>
          <w:tblHeader/>
        </w:trPr>
        <w:tc>
          <w:tcPr>
            <w:tcW w:w="2430" w:type="dxa"/>
            <w:shd w:val="clear" w:color="auto" w:fill="auto"/>
            <w:vAlign w:val="center"/>
          </w:tcPr>
          <w:p w14:paraId="5B4EEC3C" w14:textId="461BD486" w:rsidR="00FD3A50" w:rsidRPr="00014002" w:rsidRDefault="00FD3A50" w:rsidP="00FD3A50">
            <w:pPr>
              <w:pStyle w:val="TableContents"/>
              <w:rPr>
                <w:rFonts w:asciiTheme="minorHAnsi" w:hAnsiTheme="minorHAnsi"/>
                <w:sz w:val="22"/>
                <w:szCs w:val="22"/>
                <w:highlight w:val="yellow"/>
                <w:lang w:eastAsia="en-US"/>
              </w:rPr>
            </w:pPr>
            <w:r w:rsidRPr="00014002">
              <w:rPr>
                <w:rFonts w:asciiTheme="minorHAnsi" w:hAnsiTheme="minorHAnsi"/>
                <w:sz w:val="22"/>
                <w:szCs w:val="22"/>
                <w:highlight w:val="yellow"/>
                <w:lang w:eastAsia="en-US"/>
              </w:rPr>
              <w:t>Firm/consortium’s experience and reputation with similar supply of Goods</w:t>
            </w:r>
          </w:p>
        </w:tc>
        <w:tc>
          <w:tcPr>
            <w:tcW w:w="5367" w:type="dxa"/>
            <w:shd w:val="clear" w:color="auto" w:fill="auto"/>
          </w:tcPr>
          <w:p w14:paraId="3ADDF29E" w14:textId="7B780B33" w:rsidR="00FD3A50" w:rsidRPr="00014002" w:rsidRDefault="00FD3A50" w:rsidP="00FD3A50">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 xml:space="preserve">supply and install of similar sized PV systems (greater than 30 kWp) in Pacific Island Countries </w:t>
            </w:r>
          </w:p>
        </w:tc>
        <w:tc>
          <w:tcPr>
            <w:tcW w:w="1360" w:type="dxa"/>
            <w:shd w:val="clear" w:color="auto" w:fill="auto"/>
            <w:vAlign w:val="center"/>
          </w:tcPr>
          <w:p w14:paraId="6FB170A3" w14:textId="07FD9223" w:rsidR="00FD3A50" w:rsidRPr="00014002" w:rsidRDefault="00FD3A50" w:rsidP="00FD3A50">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FD3A50" w:rsidRPr="00014002" w14:paraId="613F68D6" w14:textId="77777777" w:rsidTr="006E17EC">
        <w:trPr>
          <w:cantSplit/>
          <w:tblHeader/>
        </w:trPr>
        <w:tc>
          <w:tcPr>
            <w:tcW w:w="2430" w:type="dxa"/>
            <w:shd w:val="clear" w:color="auto" w:fill="auto"/>
            <w:vAlign w:val="center"/>
          </w:tcPr>
          <w:p w14:paraId="44102FCB" w14:textId="3C247F7C" w:rsidR="00FD3A50" w:rsidRPr="00014002" w:rsidRDefault="00FD3A50" w:rsidP="00FD3A50">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Supply and install Micro inverter grid tied PV system</w:t>
            </w:r>
          </w:p>
        </w:tc>
        <w:tc>
          <w:tcPr>
            <w:tcW w:w="5367" w:type="dxa"/>
            <w:shd w:val="clear" w:color="auto" w:fill="auto"/>
          </w:tcPr>
          <w:p w14:paraId="4BA71FA2" w14:textId="46F59BBC" w:rsidR="00FD3A50" w:rsidRPr="00014002" w:rsidRDefault="00FD3A50" w:rsidP="00FD3A50">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 xml:space="preserve">A Micro-inverter based </w:t>
            </w:r>
            <w:r>
              <w:rPr>
                <w:rFonts w:asciiTheme="minorHAnsi" w:hAnsiTheme="minorHAnsi"/>
                <w:sz w:val="22"/>
                <w:szCs w:val="22"/>
                <w:highlight w:val="yellow"/>
              </w:rPr>
              <w:t>system is</w:t>
            </w:r>
            <w:r>
              <w:rPr>
                <w:rFonts w:asciiTheme="minorHAnsi" w:hAnsiTheme="minorHAnsi"/>
                <w:sz w:val="22"/>
                <w:szCs w:val="22"/>
                <w:highlight w:val="yellow"/>
              </w:rPr>
              <w:t xml:space="preserve"> preferred to increase resilience in this location</w:t>
            </w:r>
          </w:p>
        </w:tc>
        <w:tc>
          <w:tcPr>
            <w:tcW w:w="1360" w:type="dxa"/>
            <w:shd w:val="clear" w:color="auto" w:fill="auto"/>
            <w:vAlign w:val="center"/>
          </w:tcPr>
          <w:p w14:paraId="657554B4" w14:textId="343A8496" w:rsidR="00FD3A50" w:rsidRPr="00014002" w:rsidRDefault="00FD3A50" w:rsidP="00FD3A50">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FD3A50" w:rsidRPr="00014002" w14:paraId="7395E14D" w14:textId="77777777" w:rsidTr="006E17EC">
        <w:trPr>
          <w:cantSplit/>
          <w:tblHeader/>
        </w:trPr>
        <w:tc>
          <w:tcPr>
            <w:tcW w:w="2430" w:type="dxa"/>
            <w:shd w:val="clear" w:color="auto" w:fill="auto"/>
            <w:vAlign w:val="center"/>
          </w:tcPr>
          <w:p w14:paraId="58A5C5B6" w14:textId="7E428D55" w:rsidR="00FD3A50" w:rsidRPr="00014002" w:rsidRDefault="00FD3A50" w:rsidP="00FD3A50">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Inverters offered</w:t>
            </w:r>
          </w:p>
        </w:tc>
        <w:tc>
          <w:tcPr>
            <w:tcW w:w="5367" w:type="dxa"/>
            <w:shd w:val="clear" w:color="auto" w:fill="auto"/>
          </w:tcPr>
          <w:p w14:paraId="23A8F695" w14:textId="35128D88" w:rsidR="00FD3A50" w:rsidRPr="00014002" w:rsidRDefault="00FD3A50" w:rsidP="00FD3A50">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Inverter manufacturer should have 10 years production of similar product</w:t>
            </w:r>
          </w:p>
        </w:tc>
        <w:tc>
          <w:tcPr>
            <w:tcW w:w="1360" w:type="dxa"/>
            <w:shd w:val="clear" w:color="auto" w:fill="auto"/>
            <w:vAlign w:val="center"/>
          </w:tcPr>
          <w:p w14:paraId="240875A4" w14:textId="66AF4130" w:rsidR="00FD3A50" w:rsidRPr="00014002" w:rsidRDefault="00FD3A50" w:rsidP="00FD3A50">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FD3A50" w:rsidRPr="00014002" w14:paraId="59453870" w14:textId="77777777" w:rsidTr="006E17EC">
        <w:trPr>
          <w:cantSplit/>
          <w:tblHeader/>
        </w:trPr>
        <w:tc>
          <w:tcPr>
            <w:tcW w:w="2430" w:type="dxa"/>
            <w:shd w:val="clear" w:color="auto" w:fill="auto"/>
            <w:vAlign w:val="center"/>
          </w:tcPr>
          <w:p w14:paraId="57F1472D" w14:textId="1E813850" w:rsidR="00FD3A50" w:rsidRPr="00014002" w:rsidRDefault="00FD3A50" w:rsidP="00FD3A50">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Delivery time</w:t>
            </w:r>
          </w:p>
        </w:tc>
        <w:tc>
          <w:tcPr>
            <w:tcW w:w="5367" w:type="dxa"/>
            <w:shd w:val="clear" w:color="auto" w:fill="auto"/>
          </w:tcPr>
          <w:p w14:paraId="375ED5B7" w14:textId="7EAFCFA7" w:rsidR="00FD3A50" w:rsidRPr="00014002" w:rsidRDefault="00FD3A50" w:rsidP="00FD3A50">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Delivery to Port of Betio</w:t>
            </w:r>
          </w:p>
        </w:tc>
        <w:tc>
          <w:tcPr>
            <w:tcW w:w="1360" w:type="dxa"/>
            <w:shd w:val="clear" w:color="auto" w:fill="auto"/>
            <w:vAlign w:val="center"/>
          </w:tcPr>
          <w:p w14:paraId="4C399CE7" w14:textId="46F6053A" w:rsidR="00FD3A50" w:rsidRPr="00014002" w:rsidRDefault="00FD3A50" w:rsidP="00FD3A50">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FD3A50" w:rsidRPr="00014002" w14:paraId="1DC16E7C" w14:textId="77777777" w:rsidTr="006E17EC">
        <w:trPr>
          <w:cantSplit/>
          <w:tblHeader/>
        </w:trPr>
        <w:tc>
          <w:tcPr>
            <w:tcW w:w="2430" w:type="dxa"/>
            <w:shd w:val="clear" w:color="auto" w:fill="auto"/>
            <w:vAlign w:val="center"/>
          </w:tcPr>
          <w:p w14:paraId="25A95BB3" w14:textId="54A3DA52" w:rsidR="00FD3A50" w:rsidRPr="00014002" w:rsidRDefault="00FD3A50" w:rsidP="00FD3A50">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Personnel</w:t>
            </w:r>
          </w:p>
        </w:tc>
        <w:tc>
          <w:tcPr>
            <w:tcW w:w="5367" w:type="dxa"/>
            <w:shd w:val="clear" w:color="auto" w:fill="auto"/>
          </w:tcPr>
          <w:p w14:paraId="6D2FAE01" w14:textId="253B517F" w:rsidR="00FD3A50" w:rsidRPr="00014002" w:rsidRDefault="00FD3A50" w:rsidP="00FD3A50">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Project manager demonstrated experience with large PV systems</w:t>
            </w:r>
          </w:p>
        </w:tc>
        <w:tc>
          <w:tcPr>
            <w:tcW w:w="1360" w:type="dxa"/>
            <w:shd w:val="clear" w:color="auto" w:fill="auto"/>
            <w:vAlign w:val="center"/>
          </w:tcPr>
          <w:p w14:paraId="504F929C" w14:textId="77777777" w:rsidR="00FD3A50" w:rsidRDefault="00FD3A50" w:rsidP="00FD3A50">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p w14:paraId="59333D3F" w14:textId="14104C66" w:rsidR="00FD3A50" w:rsidRPr="00014002" w:rsidRDefault="00FD3A50" w:rsidP="00FD3A50">
            <w:pPr>
              <w:pStyle w:val="TableContents"/>
              <w:rPr>
                <w:rFonts w:asciiTheme="minorHAnsi" w:hAnsiTheme="minorHAnsi"/>
                <w:sz w:val="22"/>
                <w:szCs w:val="22"/>
                <w:highlight w:val="yellow"/>
                <w:lang w:eastAsia="en-US"/>
              </w:rPr>
            </w:pPr>
          </w:p>
        </w:tc>
      </w:tr>
      <w:tr w:rsidR="00FD3A50" w:rsidRPr="00014002" w14:paraId="6FC2B998" w14:textId="77777777" w:rsidTr="006E17EC">
        <w:trPr>
          <w:cantSplit/>
          <w:tblHeader/>
        </w:trPr>
        <w:tc>
          <w:tcPr>
            <w:tcW w:w="2430" w:type="dxa"/>
            <w:shd w:val="clear" w:color="auto" w:fill="auto"/>
            <w:vAlign w:val="center"/>
          </w:tcPr>
          <w:p w14:paraId="1DED8F1E" w14:textId="632D91F5" w:rsidR="00FD3A50" w:rsidRPr="00014002" w:rsidRDefault="00FD3A50" w:rsidP="00FD3A50">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Ancillary cables and switches</w:t>
            </w:r>
          </w:p>
        </w:tc>
        <w:tc>
          <w:tcPr>
            <w:tcW w:w="5367" w:type="dxa"/>
            <w:shd w:val="clear" w:color="auto" w:fill="auto"/>
          </w:tcPr>
          <w:p w14:paraId="3D982A9F" w14:textId="0A36B7FB" w:rsidR="00FD3A50" w:rsidRPr="00014002" w:rsidRDefault="00FD3A50" w:rsidP="00FD3A50">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AS/NZS compliant, and sourced from NZ or AUS preferred</w:t>
            </w:r>
          </w:p>
        </w:tc>
        <w:tc>
          <w:tcPr>
            <w:tcW w:w="1360" w:type="dxa"/>
            <w:shd w:val="clear" w:color="auto" w:fill="auto"/>
            <w:vAlign w:val="center"/>
          </w:tcPr>
          <w:p w14:paraId="11A7DC7F" w14:textId="65A8F7B9" w:rsidR="00FD3A50" w:rsidRPr="00014002" w:rsidRDefault="00FD3A50" w:rsidP="00FD3A50">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bookmarkStart w:id="10" w:name="_GoBack"/>
            <w:bookmarkEnd w:id="10"/>
          </w:p>
        </w:tc>
      </w:tr>
      <w:tr w:rsidR="00FD3A50" w:rsidRPr="00014002" w14:paraId="465E49EB" w14:textId="77777777" w:rsidTr="003849E8">
        <w:trPr>
          <w:cantSplit/>
          <w:trHeight w:val="650"/>
          <w:tblHeader/>
        </w:trPr>
        <w:tc>
          <w:tcPr>
            <w:tcW w:w="7797" w:type="dxa"/>
            <w:gridSpan w:val="2"/>
            <w:shd w:val="clear" w:color="auto" w:fill="auto"/>
            <w:vAlign w:val="center"/>
          </w:tcPr>
          <w:p w14:paraId="628B8019" w14:textId="0F85A49D" w:rsidR="00FD3A50" w:rsidRPr="00014002" w:rsidRDefault="00FD3A50" w:rsidP="00FD3A50">
            <w:pPr>
              <w:pStyle w:val="TableContents"/>
              <w:jc w:val="both"/>
              <w:rPr>
                <w:rFonts w:cs="Calibri"/>
              </w:rPr>
            </w:pPr>
            <w:r w:rsidRPr="00014002">
              <w:rPr>
                <w:rFonts w:cs="Calibri"/>
                <w:b/>
              </w:rPr>
              <w:t>Total Possible Technical Score</w:t>
            </w:r>
          </w:p>
        </w:tc>
        <w:tc>
          <w:tcPr>
            <w:tcW w:w="1360" w:type="dxa"/>
            <w:shd w:val="clear" w:color="auto" w:fill="auto"/>
            <w:vAlign w:val="center"/>
          </w:tcPr>
          <w:p w14:paraId="1CBE2A02" w14:textId="0EA949E8" w:rsidR="00FD3A50" w:rsidRPr="00014002" w:rsidRDefault="00FD3A50" w:rsidP="00FD3A50">
            <w:pPr>
              <w:pStyle w:val="TableContents"/>
              <w:jc w:val="center"/>
              <w:rPr>
                <w:rFonts w:cs="Calibri"/>
                <w:b/>
              </w:rPr>
            </w:pPr>
            <w:r w:rsidRPr="00014002">
              <w:rPr>
                <w:rFonts w:cs="Calibri"/>
                <w:b/>
              </w:rPr>
              <w:t>100</w:t>
            </w:r>
          </w:p>
        </w:tc>
      </w:tr>
    </w:tbl>
    <w:p w14:paraId="33CA5DF1" w14:textId="33E9E9A8" w:rsidR="00F00185" w:rsidRPr="00014002" w:rsidRDefault="00F00185" w:rsidP="00F00185">
      <w:pPr>
        <w:spacing w:before="120"/>
        <w:rPr>
          <w:rFonts w:ascii="Calibri" w:hAnsi="Calibri" w:cs="Calibri"/>
          <w:lang w:val="en-GB" w:eastAsia="ko-KR"/>
        </w:rPr>
      </w:pPr>
      <w:bookmarkStart w:id="11" w:name="_Hlk26879176"/>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2" w:name="_Hlk26878408"/>
      <w:r w:rsidRPr="00014002">
        <w:rPr>
          <w:rFonts w:ascii="Calibri" w:hAnsi="Calibri" w:cs="Calibri"/>
          <w:i/>
          <w:iCs/>
          <w:lang w:val="en-GB" w:eastAsia="ko-KR"/>
        </w:rPr>
        <w:t xml:space="preserve">tv = ts * tw,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r w:rsidRPr="00014002">
        <w:rPr>
          <w:lang w:val="en-GB"/>
        </w:rPr>
        <w:t>ts = technical result (technical score)</w:t>
      </w:r>
    </w:p>
    <w:p w14:paraId="2D0CE077" w14:textId="77777777" w:rsidR="00F00185" w:rsidRPr="00014002" w:rsidRDefault="00F00185" w:rsidP="00F00185">
      <w:pPr>
        <w:pStyle w:val="ListParagraph"/>
        <w:ind w:leftChars="0" w:left="2160"/>
        <w:rPr>
          <w:lang w:val="en-GB"/>
        </w:rPr>
      </w:pPr>
      <w:r w:rsidRPr="00014002">
        <w:rPr>
          <w:lang w:val="en-GB"/>
        </w:rPr>
        <w:t>tw = technical weight in % (technical weight)</w:t>
      </w:r>
    </w:p>
    <w:bookmarkEnd w:id="12"/>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3" w:name="_Toc374271007"/>
      <w:r w:rsidRPr="00014002">
        <w:rPr>
          <w:lang w:val="en-GB"/>
        </w:rPr>
        <w:t>Evaluation of financial components</w:t>
      </w:r>
      <w:bookmarkEnd w:id="13"/>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4" w:name="_Toc374271008"/>
      <w:r w:rsidRPr="00014002">
        <w:rPr>
          <w:lang w:val="en-GB"/>
        </w:rPr>
        <w:lastRenderedPageBreak/>
        <w:t>Evaluation of technical and financial components for total scoring</w:t>
      </w:r>
      <w:bookmarkEnd w:id="14"/>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4401E955" w:rsidR="00F00185" w:rsidRPr="00014002" w:rsidRDefault="00F00185" w:rsidP="00F00185">
      <w:pPr>
        <w:spacing w:before="120"/>
        <w:ind w:left="709"/>
        <w:rPr>
          <w:rFonts w:ascii="Calibri" w:hAnsi="Calibri"/>
          <w:b/>
          <w:lang w:val="en-GB"/>
        </w:rPr>
      </w:pPr>
      <w:bookmarkStart w:id="15" w:name="_Hlk26878494"/>
      <w:r w:rsidRPr="00014002">
        <w:rPr>
          <w:rFonts w:ascii="Calibri" w:hAnsi="Calibri"/>
          <w:b/>
          <w:lang w:val="en-GB"/>
        </w:rPr>
        <w:t>E = (ts * tw) + (</w:t>
      </w:r>
      <w:r w:rsidR="00607DFB">
        <w:rPr>
          <w:rFonts w:ascii="Calibri" w:hAnsi="Calibri"/>
          <w:b/>
          <w:lang w:val="en-GB"/>
        </w:rPr>
        <w:t>(</w:t>
      </w:r>
      <w:r w:rsidR="00E106B2">
        <w:rPr>
          <w:rFonts w:ascii="Calibri" w:hAnsi="Calibri"/>
          <w:b/>
          <w:lang w:val="en-GB"/>
        </w:rPr>
        <w:t>lc / t</w:t>
      </w:r>
      <w:r w:rsidRPr="00014002">
        <w:rPr>
          <w:rFonts w:ascii="Calibri" w:hAnsi="Calibri"/>
          <w:b/>
          <w:lang w:val="en-GB"/>
        </w:rPr>
        <w:t>c</w:t>
      </w:r>
      <w:r w:rsidR="00607DFB">
        <w:rPr>
          <w:rFonts w:ascii="Calibri" w:hAnsi="Calibri"/>
          <w:b/>
          <w:lang w:val="en-GB"/>
        </w:rPr>
        <w:t>) * fw</w:t>
      </w:r>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6" w:name="_Hlk26877853"/>
      <w:r w:rsidRPr="00014002">
        <w:rPr>
          <w:rFonts w:ascii="Calibri" w:hAnsi="Calibri"/>
          <w:sz w:val="20"/>
          <w:szCs w:val="20"/>
          <w:lang w:val="en-GB"/>
        </w:rPr>
        <w:t>ts = technical result (technical score)</w:t>
      </w:r>
    </w:p>
    <w:p w14:paraId="330ECFDE"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tw = technical weight in % (technical weight)</w:t>
      </w:r>
    </w:p>
    <w:bookmarkEnd w:id="16"/>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rFonts w:ascii="Calibri" w:hAnsi="Calibri"/>
          <w:sz w:val="20"/>
          <w:szCs w:val="20"/>
          <w:lang w:val="en-GB"/>
        </w:rPr>
      </w:pPr>
      <w:r w:rsidRPr="00014002">
        <w:rPr>
          <w:rFonts w:ascii="Calibri" w:hAnsi="Calibri"/>
          <w:sz w:val="20"/>
          <w:szCs w:val="20"/>
          <w:lang w:val="en-GB"/>
        </w:rPr>
        <w:t>tc = cost of the Tender being evaluated (tender cost)</w:t>
      </w:r>
      <w:bookmarkEnd w:id="11"/>
      <w:bookmarkEnd w:id="15"/>
    </w:p>
    <w:p w14:paraId="62B1FDD3" w14:textId="5C97DE43" w:rsidR="00607DFB" w:rsidRPr="00014002" w:rsidRDefault="00607DFB" w:rsidP="00F00185">
      <w:pPr>
        <w:ind w:left="1701"/>
        <w:rPr>
          <w:rFonts w:ascii="Calibri" w:hAnsi="Calibri"/>
          <w:sz w:val="20"/>
          <w:szCs w:val="20"/>
          <w:lang w:val="en-GB"/>
        </w:rPr>
      </w:pPr>
      <w:r>
        <w:rPr>
          <w:rFonts w:ascii="Calibri" w:hAnsi="Calibri"/>
          <w:sz w:val="20"/>
          <w:szCs w:val="20"/>
          <w:lang w:val="en-GB"/>
        </w:rPr>
        <w:t>fw = financial weight</w:t>
      </w:r>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373E3" w14:textId="77777777" w:rsidR="00F736C3" w:rsidRDefault="00F736C3">
      <w:r>
        <w:separator/>
      </w:r>
    </w:p>
  </w:endnote>
  <w:endnote w:type="continuationSeparator" w:id="0">
    <w:p w14:paraId="6B3CDE01" w14:textId="77777777" w:rsidR="00F736C3" w:rsidRDefault="00F73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106B2" w:rsidRPr="00E106B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106B2" w:rsidRPr="00E106B2">
      <w:rPr>
        <w:noProof/>
        <w:color w:val="17365D" w:themeColor="text2" w:themeShade="BF"/>
        <w:lang w:val="sv-SE"/>
      </w:rPr>
      <w:t>4</w:t>
    </w:r>
    <w:r>
      <w:rPr>
        <w:color w:val="17365D" w:themeColor="text2" w:themeShade="BF"/>
      </w:rPr>
      <w:fldChar w:fldCharType="end"/>
    </w:r>
  </w:p>
  <w:p w14:paraId="213B5D63" w14:textId="722D30E7" w:rsidR="00D15CF2" w:rsidRDefault="004878F3" w:rsidP="004878F3">
    <w:pPr>
      <w:pStyle w:val="Footer"/>
    </w:pPr>
    <w:r>
      <w:fldChar w:fldCharType="begin"/>
    </w:r>
    <w:r>
      <w:instrText xml:space="preserve"> DATE \@ "yyyy-MM-dd" </w:instrText>
    </w:r>
    <w:r>
      <w:fldChar w:fldCharType="separate"/>
    </w:r>
    <w:r w:rsidR="00FD3A50">
      <w:rPr>
        <w:noProof/>
      </w:rPr>
      <w:t>2023-08-24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F80E7" w14:textId="77777777" w:rsidR="00F736C3" w:rsidRDefault="00F736C3">
      <w:r>
        <w:separator/>
      </w:r>
    </w:p>
  </w:footnote>
  <w:footnote w:type="continuationSeparator" w:id="0">
    <w:p w14:paraId="1D060499" w14:textId="77777777" w:rsidR="00F736C3" w:rsidRDefault="00F73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2E4AD124"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rPr>
      <w:drawing>
        <wp:inline distT="0" distB="0" distL="0" distR="0" wp14:anchorId="1A72DE50" wp14:editId="43C76CDE">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002"/>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B2"/>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6C3"/>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3A50"/>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8210C8DC-32C4-4584-A129-55C71D09F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725</Words>
  <Characters>4138</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4854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2016-10-18T02:57:00Z</cp:lastPrinted>
  <dcterms:created xsi:type="dcterms:W3CDTF">2020-08-26T13:45:00Z</dcterms:created>
  <dcterms:modified xsi:type="dcterms:W3CDTF">2023-08-23T23:32:00Z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